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3E757" w14:textId="6BEFFB36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 xml:space="preserve">Приложение № </w:t>
      </w:r>
      <w:r w:rsidR="00C465B7">
        <w:rPr>
          <w:szCs w:val="28"/>
        </w:rPr>
        <w:t>6</w:t>
      </w:r>
    </w:p>
    <w:p w14:paraId="70BEEF1C" w14:textId="77777777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к решению Совета муниципального</w:t>
      </w:r>
    </w:p>
    <w:p w14:paraId="67E804B3" w14:textId="77777777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образования Новокубанский район</w:t>
      </w:r>
    </w:p>
    <w:p w14:paraId="4B0926DC" w14:textId="144A50F6" w:rsidR="0079318E" w:rsidRPr="0079318E" w:rsidRDefault="00565381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565381">
        <w:rPr>
          <w:szCs w:val="28"/>
        </w:rPr>
        <w:t>от 27.10.2022 года № 280</w:t>
      </w:r>
    </w:p>
    <w:p w14:paraId="3924ABFA" w14:textId="77777777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</w:p>
    <w:p w14:paraId="4EE6586E" w14:textId="1C2239E9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«Приложение № 1</w:t>
      </w:r>
      <w:r w:rsidR="00D649E5">
        <w:rPr>
          <w:szCs w:val="28"/>
        </w:rPr>
        <w:t>3</w:t>
      </w:r>
    </w:p>
    <w:p w14:paraId="75DB6028" w14:textId="12776AA9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УТВЕРЖДЕН</w:t>
      </w:r>
    </w:p>
    <w:p w14:paraId="7C04C375" w14:textId="77777777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решением Совета муниципального образования Новокубанский район</w:t>
      </w:r>
    </w:p>
    <w:p w14:paraId="453568FD" w14:textId="5C408A3A" w:rsid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от 25.11.2021 года № 163</w:t>
      </w:r>
    </w:p>
    <w:p w14:paraId="3303B53A" w14:textId="77777777" w:rsid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</w:p>
    <w:p w14:paraId="66536124" w14:textId="77777777" w:rsidR="00BD35B1" w:rsidRDefault="00BD35B1" w:rsidP="00993F4A">
      <w:pPr>
        <w:ind w:left="5103"/>
        <w:jc w:val="center"/>
        <w:rPr>
          <w:bCs/>
          <w:szCs w:val="28"/>
        </w:rPr>
      </w:pPr>
    </w:p>
    <w:p w14:paraId="27C2959F" w14:textId="77777777" w:rsidR="00C11DC7" w:rsidRDefault="00C11DC7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6EF2ABAE" w14:textId="77777777"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 xml:space="preserve">бюджетных ассигнований, направляемых на социальную </w:t>
      </w:r>
    </w:p>
    <w:p w14:paraId="6EB137E1" w14:textId="77777777"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поддержку детей и семей, имеющих детей, на 202</w:t>
      </w:r>
      <w:r w:rsidR="00BD35B1">
        <w:rPr>
          <w:b/>
          <w:szCs w:val="28"/>
        </w:rPr>
        <w:t>2</w:t>
      </w:r>
      <w:r w:rsidRPr="00DC1354">
        <w:rPr>
          <w:b/>
          <w:szCs w:val="28"/>
        </w:rPr>
        <w:t xml:space="preserve"> год</w:t>
      </w:r>
    </w:p>
    <w:p w14:paraId="32579632" w14:textId="68146FBE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680" w:type="dxa"/>
        <w:tblInd w:w="113" w:type="dxa"/>
        <w:tblLook w:val="04A0" w:firstRow="1" w:lastRow="0" w:firstColumn="1" w:lastColumn="0" w:noHBand="0" w:noVBand="1"/>
      </w:tblPr>
      <w:tblGrid>
        <w:gridCol w:w="580"/>
        <w:gridCol w:w="7920"/>
        <w:gridCol w:w="1180"/>
      </w:tblGrid>
      <w:tr w:rsidR="00D649E5" w:rsidRPr="00D649E5" w14:paraId="645E544B" w14:textId="77777777" w:rsidTr="00D649E5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3BB1C" w14:textId="7484A1E2" w:rsidR="00D649E5" w:rsidRPr="00D649E5" w:rsidRDefault="00D649E5" w:rsidP="00D649E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184E" w14:textId="1F434FD8" w:rsidR="00D649E5" w:rsidRPr="00D649E5" w:rsidRDefault="00D649E5" w:rsidP="00D649E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76159" w14:textId="745AC4F1" w:rsidR="00D649E5" w:rsidRPr="00D649E5" w:rsidRDefault="00D649E5" w:rsidP="00D649E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903427" w:rsidRPr="00D649E5" w14:paraId="5240D51D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4AD98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6CB9" w14:textId="77777777" w:rsidR="00903427" w:rsidRPr="00D649E5" w:rsidRDefault="00903427" w:rsidP="0090342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BBA24" w14:textId="056AFC19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723,6</w:t>
            </w:r>
          </w:p>
        </w:tc>
      </w:tr>
      <w:tr w:rsidR="00903427" w:rsidRPr="00D649E5" w14:paraId="695C8837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91CE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3E43" w14:textId="77777777" w:rsidR="00903427" w:rsidRPr="00D649E5" w:rsidRDefault="00903427" w:rsidP="0090342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B738D" w14:textId="21950B50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67 374,4</w:t>
            </w:r>
          </w:p>
        </w:tc>
      </w:tr>
      <w:tr w:rsidR="00903427" w:rsidRPr="00D649E5" w14:paraId="028AB155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29554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7EDA" w14:textId="77777777" w:rsidR="00903427" w:rsidRPr="00D649E5" w:rsidRDefault="00903427" w:rsidP="0090342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A21AD" w14:textId="3D7FE337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46 031,9</w:t>
            </w:r>
          </w:p>
        </w:tc>
      </w:tr>
      <w:tr w:rsidR="00903427" w:rsidRPr="00D649E5" w14:paraId="01DE3C48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1C84C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CADA" w14:textId="77777777" w:rsidR="00903427" w:rsidRPr="00D649E5" w:rsidRDefault="00903427" w:rsidP="0090342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BE35D" w14:textId="212683A8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44 315,3</w:t>
            </w:r>
          </w:p>
        </w:tc>
      </w:tr>
      <w:tr w:rsidR="00903427" w:rsidRPr="00D649E5" w14:paraId="79C91E37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B534C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6CD8" w14:textId="77777777" w:rsidR="00903427" w:rsidRPr="00D649E5" w:rsidRDefault="00903427" w:rsidP="0090342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769F9" w14:textId="4DC55D7B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183,4</w:t>
            </w:r>
          </w:p>
        </w:tc>
      </w:tr>
      <w:tr w:rsidR="00903427" w:rsidRPr="00D649E5" w14:paraId="34D4FEF2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91CFE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D3D" w14:textId="77777777" w:rsidR="00903427" w:rsidRPr="00D649E5" w:rsidRDefault="00903427" w:rsidP="0090342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4D324" w14:textId="4162E3A6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125,1</w:t>
            </w:r>
          </w:p>
        </w:tc>
      </w:tr>
      <w:tr w:rsidR="00903427" w:rsidRPr="00D649E5" w14:paraId="4EAADE13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54EEC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98BC" w14:textId="77777777" w:rsidR="00903427" w:rsidRPr="00D649E5" w:rsidRDefault="00903427" w:rsidP="0090342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D5ECD" w14:textId="43E0C9AB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5 254,5</w:t>
            </w:r>
          </w:p>
        </w:tc>
      </w:tr>
      <w:tr w:rsidR="00903427" w:rsidRPr="00D649E5" w14:paraId="4BD14A30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665A2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AC73" w14:textId="77777777" w:rsidR="00903427" w:rsidRPr="00D649E5" w:rsidRDefault="00903427" w:rsidP="0090342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5A53F" w14:textId="6629A7D9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2 086,6</w:t>
            </w:r>
          </w:p>
        </w:tc>
      </w:tr>
      <w:tr w:rsidR="00903427" w:rsidRPr="00D649E5" w14:paraId="78B045C3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7E748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98D0" w14:textId="77777777" w:rsidR="00903427" w:rsidRPr="00D649E5" w:rsidRDefault="00903427" w:rsidP="0090342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2D5E" w14:textId="46C2DB16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2 056,0</w:t>
            </w:r>
          </w:p>
        </w:tc>
      </w:tr>
      <w:tr w:rsidR="00903427" w:rsidRPr="00D649E5" w14:paraId="3CFFED46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14925" w14:textId="77777777" w:rsidR="00903427" w:rsidRPr="00D649E5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DB4C" w14:textId="77777777" w:rsidR="00903427" w:rsidRPr="00D649E5" w:rsidRDefault="00903427" w:rsidP="0090342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CB7B1" w14:textId="26C1CF35" w:rsidR="00903427" w:rsidRPr="00903427" w:rsidRDefault="00903427" w:rsidP="0090342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03427">
              <w:rPr>
                <w:sz w:val="24"/>
                <w:szCs w:val="24"/>
              </w:rPr>
              <w:t>145,3</w:t>
            </w:r>
          </w:p>
        </w:tc>
      </w:tr>
      <w:tr w:rsidR="00903427" w:rsidRPr="00D649E5" w14:paraId="78ED4A62" w14:textId="77777777" w:rsidTr="0099137C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E6674" w14:textId="77777777" w:rsidR="00903427" w:rsidRPr="00D649E5" w:rsidRDefault="00903427" w:rsidP="00903427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49AF" w14:textId="77777777" w:rsidR="00903427" w:rsidRPr="00D649E5" w:rsidRDefault="00903427" w:rsidP="00903427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649E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745F" w14:textId="77F067BD" w:rsidR="00903427" w:rsidRPr="00903427" w:rsidRDefault="00903427" w:rsidP="00903427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03427">
              <w:rPr>
                <w:b/>
                <w:bCs/>
                <w:sz w:val="24"/>
                <w:szCs w:val="24"/>
              </w:rPr>
              <w:t>168 296,1</w:t>
            </w:r>
          </w:p>
        </w:tc>
      </w:tr>
    </w:tbl>
    <w:p w14:paraId="21EFC0BD" w14:textId="44F1761A" w:rsidR="00D649E5" w:rsidRDefault="00105624" w:rsidP="00D472CF">
      <w:pPr>
        <w:ind w:hanging="425"/>
        <w:jc w:val="right"/>
        <w:rPr>
          <w:szCs w:val="28"/>
        </w:rPr>
      </w:pPr>
      <w:r>
        <w:rPr>
          <w:szCs w:val="28"/>
        </w:rPr>
        <w:t>».</w:t>
      </w:r>
    </w:p>
    <w:p w14:paraId="753C7B9D" w14:textId="77777777" w:rsidR="00BD35B1" w:rsidRDefault="00BD35B1" w:rsidP="00627195">
      <w:pPr>
        <w:rPr>
          <w:szCs w:val="28"/>
        </w:rPr>
      </w:pPr>
    </w:p>
    <w:p w14:paraId="2C5F29CD" w14:textId="77777777" w:rsidR="00BD35B1" w:rsidRDefault="00BD35B1" w:rsidP="00627195">
      <w:pPr>
        <w:rPr>
          <w:szCs w:val="28"/>
        </w:rPr>
      </w:pPr>
    </w:p>
    <w:p w14:paraId="68C34235" w14:textId="77777777" w:rsidR="00D344DD" w:rsidRPr="00D344DD" w:rsidRDefault="00D344DD" w:rsidP="00D344DD">
      <w:pPr>
        <w:rPr>
          <w:szCs w:val="28"/>
        </w:rPr>
      </w:pPr>
      <w:r w:rsidRPr="00D344DD">
        <w:rPr>
          <w:szCs w:val="28"/>
        </w:rPr>
        <w:t>Исполняющий обязанности</w:t>
      </w:r>
    </w:p>
    <w:p w14:paraId="25CFE072" w14:textId="77777777" w:rsidR="00D344DD" w:rsidRPr="00D344DD" w:rsidRDefault="00D344DD" w:rsidP="00D344DD">
      <w:pPr>
        <w:rPr>
          <w:szCs w:val="28"/>
        </w:rPr>
      </w:pPr>
      <w:r w:rsidRPr="00D344DD">
        <w:rPr>
          <w:szCs w:val="28"/>
        </w:rPr>
        <w:t xml:space="preserve">начальника финансового управления </w:t>
      </w:r>
    </w:p>
    <w:p w14:paraId="32E22C30" w14:textId="77777777" w:rsidR="00D344DD" w:rsidRPr="00D344DD" w:rsidRDefault="00D344DD" w:rsidP="00D344DD">
      <w:pPr>
        <w:rPr>
          <w:szCs w:val="28"/>
        </w:rPr>
      </w:pPr>
      <w:r w:rsidRPr="00D344DD">
        <w:rPr>
          <w:szCs w:val="28"/>
        </w:rPr>
        <w:t>администрации муниципального</w:t>
      </w:r>
    </w:p>
    <w:p w14:paraId="7E02CA72" w14:textId="29C5FED0" w:rsidR="00627195" w:rsidRPr="00B9484A" w:rsidRDefault="00D344DD" w:rsidP="00D344DD">
      <w:pPr>
        <w:rPr>
          <w:szCs w:val="28"/>
        </w:rPr>
      </w:pPr>
      <w:r w:rsidRPr="00D344DD">
        <w:rPr>
          <w:szCs w:val="28"/>
        </w:rPr>
        <w:t xml:space="preserve">образования Новокубанский район </w:t>
      </w:r>
      <w:r w:rsidRPr="00D344DD">
        <w:rPr>
          <w:szCs w:val="28"/>
        </w:rPr>
        <w:tab/>
      </w:r>
      <w:r w:rsidRPr="00D344DD">
        <w:rPr>
          <w:szCs w:val="28"/>
        </w:rPr>
        <w:tab/>
      </w:r>
      <w:r w:rsidRPr="00D344DD">
        <w:rPr>
          <w:szCs w:val="28"/>
        </w:rPr>
        <w:tab/>
      </w:r>
      <w:r w:rsidRPr="00D344DD">
        <w:rPr>
          <w:szCs w:val="28"/>
        </w:rPr>
        <w:tab/>
      </w:r>
      <w:r w:rsidRPr="00D344DD">
        <w:rPr>
          <w:szCs w:val="28"/>
        </w:rPr>
        <w:tab/>
        <w:t>И.Ю.Андреева</w:t>
      </w:r>
    </w:p>
    <w:sectPr w:rsidR="00627195" w:rsidRPr="00B9484A" w:rsidSect="00BD35B1">
      <w:headerReference w:type="default" r:id="rId7"/>
      <w:pgSz w:w="11906" w:h="16838"/>
      <w:pgMar w:top="1134" w:right="567" w:bottom="1560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565B" w14:textId="77777777" w:rsidR="009E7209" w:rsidRDefault="009E7209" w:rsidP="00E12559">
      <w:r>
        <w:separator/>
      </w:r>
    </w:p>
  </w:endnote>
  <w:endnote w:type="continuationSeparator" w:id="0">
    <w:p w14:paraId="27A7AC9D" w14:textId="77777777"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D6C87" w14:textId="77777777" w:rsidR="009E7209" w:rsidRDefault="009E7209" w:rsidP="00E12559">
      <w:r>
        <w:separator/>
      </w:r>
    </w:p>
  </w:footnote>
  <w:footnote w:type="continuationSeparator" w:id="0">
    <w:p w14:paraId="6E76C5FB" w14:textId="77777777"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54343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D69F902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E53BFD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0CF0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5945"/>
    <w:rsid w:val="000F12AE"/>
    <w:rsid w:val="000F623C"/>
    <w:rsid w:val="000F6A68"/>
    <w:rsid w:val="00100A04"/>
    <w:rsid w:val="00105124"/>
    <w:rsid w:val="00105624"/>
    <w:rsid w:val="001060AA"/>
    <w:rsid w:val="001145FC"/>
    <w:rsid w:val="00114AAE"/>
    <w:rsid w:val="00117157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0FF2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244D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D6E49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87DC6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17D29"/>
    <w:rsid w:val="00522DBC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5381"/>
    <w:rsid w:val="00566C6E"/>
    <w:rsid w:val="00573AAD"/>
    <w:rsid w:val="00576271"/>
    <w:rsid w:val="005822F5"/>
    <w:rsid w:val="0058231D"/>
    <w:rsid w:val="00582CD5"/>
    <w:rsid w:val="00582EA9"/>
    <w:rsid w:val="0058527C"/>
    <w:rsid w:val="005911C2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2E59"/>
    <w:rsid w:val="007835D8"/>
    <w:rsid w:val="00783BD4"/>
    <w:rsid w:val="00784A48"/>
    <w:rsid w:val="00792880"/>
    <w:rsid w:val="0079318E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3E3B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409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3427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3615"/>
    <w:rsid w:val="00986A36"/>
    <w:rsid w:val="00987046"/>
    <w:rsid w:val="009908B7"/>
    <w:rsid w:val="009919FD"/>
    <w:rsid w:val="00993063"/>
    <w:rsid w:val="00993C1A"/>
    <w:rsid w:val="00993F4A"/>
    <w:rsid w:val="009945CD"/>
    <w:rsid w:val="009959CD"/>
    <w:rsid w:val="00996246"/>
    <w:rsid w:val="00996315"/>
    <w:rsid w:val="0099634C"/>
    <w:rsid w:val="009A0142"/>
    <w:rsid w:val="009A1E6C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3F9F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96C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35B1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1DC7"/>
    <w:rsid w:val="00C12D62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465B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44DD"/>
    <w:rsid w:val="00D35230"/>
    <w:rsid w:val="00D36B82"/>
    <w:rsid w:val="00D378F2"/>
    <w:rsid w:val="00D40769"/>
    <w:rsid w:val="00D452AA"/>
    <w:rsid w:val="00D472CF"/>
    <w:rsid w:val="00D47C97"/>
    <w:rsid w:val="00D55C96"/>
    <w:rsid w:val="00D55E5F"/>
    <w:rsid w:val="00D618D2"/>
    <w:rsid w:val="00D63BE5"/>
    <w:rsid w:val="00D64463"/>
    <w:rsid w:val="00D649E5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4582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1DB6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BFD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008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47F72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1DCBD0BC"/>
  <w15:docId w15:val="{88200C9B-0D2F-432F-847C-AFF486FE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DCA11-5699-4E08-A8D9-33A6DF4D7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469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110</cp:revision>
  <cp:lastPrinted>2022-05-05T07:19:00Z</cp:lastPrinted>
  <dcterms:created xsi:type="dcterms:W3CDTF">2017-09-18T13:02:00Z</dcterms:created>
  <dcterms:modified xsi:type="dcterms:W3CDTF">2022-10-28T06:57:00Z</dcterms:modified>
</cp:coreProperties>
</file>